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0DD19DF5" w:rsidR="00DB308D" w:rsidRPr="00956EFE" w:rsidRDefault="003A3D21" w:rsidP="004C2111">
      <w:pPr>
        <w:pStyle w:val="Reference"/>
        <w:rPr>
          <w:rFonts w:cstheme="minorBidi"/>
          <w:lang w:val="en-US" w:bidi="th-TH"/>
        </w:rPr>
      </w:pPr>
      <w:r w:rsidRPr="00810277">
        <w:rPr>
          <w:rFonts w:cstheme="minorBidi" w:hint="cs"/>
          <w:lang w:val="en-US" w:bidi="th-TH"/>
        </w:rPr>
        <w:t xml:space="preserve">  </w:t>
      </w:r>
    </w:p>
    <w:p w14:paraId="2D301588" w14:textId="29B9198A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0812A6BF" w14:textId="4E93A3C9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10FF2AEB" w14:textId="31FAB1DC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27833FD4" w14:textId="71345D83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00F45EF5" w14:textId="25CA9961" w:rsidR="000D63E2" w:rsidRPr="00956EFE" w:rsidRDefault="000D63E2" w:rsidP="004C2111">
      <w:pPr>
        <w:pStyle w:val="Reference"/>
        <w:rPr>
          <w:rFonts w:cstheme="minorBidi"/>
          <w:lang w:val="en-US" w:bidi="th-TH"/>
        </w:rPr>
      </w:pPr>
    </w:p>
    <w:p w14:paraId="686AF5AD" w14:textId="01DDF739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3B61F297" w14:textId="37A45D21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37959667" w14:textId="00B7B7FA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23199B08" w14:textId="285D5800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2005D207" w14:textId="1A572675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1C6B1269" w14:textId="52AE154E" w:rsidR="004E770A" w:rsidRPr="00956EFE" w:rsidRDefault="004E770A" w:rsidP="004C2111">
      <w:pPr>
        <w:pStyle w:val="Reference"/>
        <w:rPr>
          <w:rFonts w:cstheme="minorBidi"/>
          <w:lang w:val="en-US" w:bidi="th-TH"/>
        </w:rPr>
      </w:pPr>
    </w:p>
    <w:p w14:paraId="7B743AA5" w14:textId="77777777" w:rsidR="004E770A" w:rsidRPr="00810277" w:rsidRDefault="004E770A" w:rsidP="004C2111">
      <w:pPr>
        <w:pStyle w:val="Reference"/>
        <w:rPr>
          <w:rFonts w:cstheme="minorBidi"/>
          <w:cs/>
          <w:lang w:val="en-US" w:bidi="th-TH"/>
        </w:rPr>
      </w:pPr>
    </w:p>
    <w:p w14:paraId="300B4D61" w14:textId="6455D945" w:rsidR="00634D49" w:rsidRPr="008E4A48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810277">
        <w:rPr>
          <w:rFonts w:ascii="Browallia New" w:hAnsi="Browallia New" w:cs="Browallia New" w:hint="cs"/>
          <w:b/>
          <w:bCs/>
          <w:sz w:val="28"/>
          <w:szCs w:val="28"/>
          <w:cs/>
          <w:lang w:val="en-US" w:bidi="th-TH"/>
        </w:rPr>
        <w:t>เสนอ</w:t>
      </w:r>
      <w:r w:rsidRPr="00810277">
        <w:rPr>
          <w:rFonts w:ascii="Browallia New" w:hAnsi="Browallia New" w:cs="Browallia New"/>
          <w:b/>
          <w:bCs/>
          <w:sz w:val="28"/>
          <w:szCs w:val="28"/>
          <w:cs/>
          <w:lang w:val="en-US" w:bidi="th-TH"/>
        </w:rPr>
        <w:t xml:space="preserve"> </w:t>
      </w:r>
      <w:r w:rsidRPr="00810277">
        <w:rPr>
          <w:rFonts w:ascii="Browallia New" w:hAnsi="Browallia New" w:cs="Browallia New" w:hint="cs"/>
          <w:b/>
          <w:bCs/>
          <w:sz w:val="28"/>
          <w:szCs w:val="28"/>
          <w:cs/>
          <w:lang w:val="en-US" w:bidi="th-TH"/>
        </w:rPr>
        <w:t>คณะกรรมการและผู้ถือหุ้นของบริษัท</w:t>
      </w:r>
      <w:r w:rsidRPr="00810277">
        <w:rPr>
          <w:rFonts w:ascii="Browallia New" w:hAnsi="Browallia New" w:cs="Browallia New"/>
          <w:b/>
          <w:bCs/>
          <w:sz w:val="28"/>
          <w:szCs w:val="28"/>
          <w:cs/>
          <w:lang w:val="en-US" w:bidi="th-TH"/>
        </w:rPr>
        <w:t xml:space="preserve"> </w:t>
      </w:r>
      <w:bookmarkStart w:id="1" w:name="_Hlk39799213"/>
      <w:r w:rsidR="0004049D" w:rsidRPr="00810277">
        <w:rPr>
          <w:rFonts w:ascii="Browallia New" w:hAnsi="Browallia New" w:cs="Browallia New" w:hint="cs"/>
          <w:b/>
          <w:bCs/>
          <w:sz w:val="28"/>
          <w:szCs w:val="28"/>
          <w:cs/>
          <w:lang w:val="en-US" w:bidi="th-TH"/>
        </w:rPr>
        <w:t xml:space="preserve">สหไทย </w:t>
      </w:r>
      <w:proofErr w:type="spellStart"/>
      <w:r w:rsidR="0004049D" w:rsidRPr="00810277">
        <w:rPr>
          <w:rFonts w:ascii="Browallia New" w:hAnsi="Browallia New" w:cs="Browallia New" w:hint="cs"/>
          <w:b/>
          <w:bCs/>
          <w:sz w:val="28"/>
          <w:szCs w:val="28"/>
          <w:cs/>
          <w:lang w:val="en-US" w:bidi="th-TH"/>
        </w:rPr>
        <w:t>เทอร์มินอล</w:t>
      </w:r>
      <w:proofErr w:type="spellEnd"/>
      <w:r w:rsidRPr="00810277">
        <w:rPr>
          <w:rFonts w:ascii="Browallia New" w:hAnsi="Browallia New" w:cs="Browallia New"/>
          <w:b/>
          <w:bCs/>
          <w:sz w:val="28"/>
          <w:szCs w:val="28"/>
          <w:cs/>
          <w:lang w:val="en-US" w:bidi="th-TH"/>
        </w:rPr>
        <w:t xml:space="preserve"> </w:t>
      </w:r>
      <w:bookmarkEnd w:id="1"/>
      <w:r w:rsidRPr="00810277">
        <w:rPr>
          <w:rFonts w:ascii="Browallia New" w:hAnsi="Browallia New" w:cs="Browallia New" w:hint="cs"/>
          <w:b/>
          <w:bCs/>
          <w:sz w:val="28"/>
          <w:szCs w:val="28"/>
          <w:cs/>
          <w:lang w:val="en-US" w:bidi="th-TH"/>
        </w:rPr>
        <w:t>จำกัด</w:t>
      </w:r>
      <w:r w:rsidRPr="00810277">
        <w:rPr>
          <w:rFonts w:ascii="Browallia New" w:hAnsi="Browallia New" w:cs="Browallia New"/>
          <w:b/>
          <w:bCs/>
          <w:sz w:val="28"/>
          <w:szCs w:val="28"/>
          <w:cs/>
          <w:lang w:val="en-US" w:bidi="th-TH"/>
        </w:rPr>
        <w:t xml:space="preserve"> (</w:t>
      </w:r>
      <w:r w:rsidRPr="00810277">
        <w:rPr>
          <w:rFonts w:ascii="Browallia New" w:hAnsi="Browallia New" w:cs="Browallia New" w:hint="cs"/>
          <w:b/>
          <w:bCs/>
          <w:sz w:val="28"/>
          <w:szCs w:val="28"/>
          <w:cs/>
          <w:lang w:val="en-US" w:bidi="th-TH"/>
        </w:rPr>
        <w:t>มหาชน</w:t>
      </w:r>
      <w:r w:rsidRPr="00810277">
        <w:rPr>
          <w:rFonts w:ascii="Browallia New" w:hAnsi="Browallia New" w:cs="Browallia New"/>
          <w:b/>
          <w:bCs/>
          <w:sz w:val="28"/>
          <w:szCs w:val="28"/>
          <w:cs/>
          <w:lang w:val="en-US" w:bidi="th-TH"/>
        </w:rPr>
        <w:t>)</w:t>
      </w:r>
    </w:p>
    <w:p w14:paraId="580879B3" w14:textId="77777777" w:rsidR="00AD3B26" w:rsidRPr="00BA4CA5" w:rsidRDefault="00AD3B26" w:rsidP="004E770A">
      <w:pPr>
        <w:spacing w:after="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1E3F9D70" w14:textId="1D87CF19" w:rsidR="005531D9" w:rsidRPr="00D90B95" w:rsidRDefault="005531D9" w:rsidP="005531D9">
      <w:pPr>
        <w:jc w:val="thaiDistribute"/>
        <w:rPr>
          <w:rFonts w:ascii="Browallia New" w:hAnsi="Browallia New" w:cs="Browallia New"/>
          <w:sz w:val="28"/>
          <w:szCs w:val="28"/>
        </w:rPr>
      </w:pPr>
      <w:bookmarkStart w:id="2" w:name="_Hlk70347654"/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ข้าพเจ้าได้สอบทานข้อมูลทางการเงินรวม</w:t>
      </w:r>
      <w:r w:rsidRPr="00810277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และเฉพาะบริษัท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ระหว่างกาลของบริษัท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810277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สหไทย </w:t>
      </w:r>
      <w:proofErr w:type="spellStart"/>
      <w:r w:rsidRPr="00810277">
        <w:rPr>
          <w:rFonts w:ascii="BrowalliaUPC" w:hAnsi="BrowalliaUPC" w:cs="BrowalliaUPC"/>
          <w:sz w:val="28"/>
          <w:szCs w:val="28"/>
          <w:cs/>
          <w:lang w:val="en-US" w:bidi="th-TH"/>
        </w:rPr>
        <w:t>เทอร์มินอล</w:t>
      </w:r>
      <w:proofErr w:type="spellEnd"/>
      <w:r w:rsidRPr="00810277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 จำกัด </w:t>
      </w:r>
      <w:r w:rsidRPr="00D90B95">
        <w:rPr>
          <w:rFonts w:ascii="Browallia New" w:hAnsi="Browallia New" w:cs="Browallia New"/>
          <w:sz w:val="28"/>
          <w:szCs w:val="28"/>
          <w:cs/>
        </w:rPr>
        <w:t>(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มหาชน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)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และบริษัทย่อย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 w:hint="cs"/>
          <w:sz w:val="28"/>
          <w:szCs w:val="28"/>
          <w:cs/>
        </w:rPr>
        <w:t>(</w:t>
      </w:r>
      <w:r w:rsidRPr="00810277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กลุ่มบริษัท</w:t>
      </w:r>
      <w:r w:rsidRPr="00D90B95">
        <w:rPr>
          <w:rFonts w:ascii="Browallia New" w:hAnsi="Browallia New" w:cs="Browallia New" w:hint="cs"/>
          <w:sz w:val="28"/>
          <w:szCs w:val="28"/>
          <w:cs/>
        </w:rPr>
        <w:t xml:space="preserve">)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ซึ่งประกอบด้วยงบฐานะการเงินรวมและเฉพาะบริษัท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ณ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วันที่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D90B95">
        <w:rPr>
          <w:rFonts w:ascii="Browallia New" w:hAnsi="Browallia New" w:cs="Browallia New"/>
          <w:sz w:val="28"/>
          <w:szCs w:val="28"/>
        </w:rPr>
        <w:br/>
      </w:r>
      <w:r w:rsidR="00501F87" w:rsidRPr="00501F87">
        <w:rPr>
          <w:rFonts w:ascii="Browallia New" w:hAnsi="Browallia New" w:cs="Browallia New"/>
          <w:sz w:val="28"/>
          <w:szCs w:val="28"/>
          <w:lang w:bidi="th-TH"/>
        </w:rPr>
        <w:t>30</w:t>
      </w:r>
      <w:r w:rsidR="00501F87" w:rsidRPr="00501F87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มิถุนายน </w:t>
      </w:r>
      <w:r w:rsidRPr="00D90B95">
        <w:rPr>
          <w:rFonts w:ascii="Browallia New" w:hAnsi="Browallia New" w:cs="Browallia New"/>
          <w:sz w:val="28"/>
          <w:szCs w:val="28"/>
          <w:lang w:val="en-US" w:bidi="th-TH"/>
        </w:rPr>
        <w:t>256</w:t>
      </w:r>
      <w:r w:rsidR="002540EE">
        <w:rPr>
          <w:rFonts w:ascii="Browallia New" w:hAnsi="Browallia New" w:cs="Browallia New"/>
          <w:sz w:val="28"/>
          <w:szCs w:val="28"/>
          <w:lang w:val="en-US" w:bidi="th-TH"/>
        </w:rPr>
        <w:t>8</w:t>
      </w:r>
      <w:r w:rsidRPr="00D90B95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งบกำไรขาดทุนเบ็ดเสร็จรวมและเฉพา</w:t>
      </w:r>
      <w:r w:rsidRPr="00810277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ะ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บริษัท</w:t>
      </w:r>
      <w:r w:rsidR="009C15D1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สำหรับงวด</w:t>
      </w:r>
      <w:r w:rsidR="00713233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สามเดือนและหกเดือนสิ้นสุดวันที่ </w:t>
      </w:r>
      <w:r w:rsidR="00713233">
        <w:rPr>
          <w:rFonts w:ascii="Browallia New" w:hAnsi="Browallia New" w:cs="Browallia New"/>
          <w:sz w:val="28"/>
          <w:szCs w:val="28"/>
          <w:lang w:val="en-US" w:bidi="th-TH"/>
        </w:rPr>
        <w:t xml:space="preserve">30 </w:t>
      </w:r>
      <w:r w:rsidR="00713233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มิถุนายน </w:t>
      </w:r>
      <w:r w:rsidR="00713233">
        <w:rPr>
          <w:rFonts w:ascii="Browallia New" w:hAnsi="Browallia New" w:cs="Browallia New"/>
          <w:sz w:val="28"/>
          <w:szCs w:val="28"/>
          <w:lang w:val="en-US" w:bidi="th-TH"/>
        </w:rPr>
        <w:t xml:space="preserve">2568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งบการเปลี่ยนแปลงส่วนของ</w:t>
      </w:r>
      <w:r w:rsidR="0023428F" w:rsidRPr="00810277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ผู้</w:t>
      </w:r>
      <w:r w:rsidR="00E37A42" w:rsidRPr="00810277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ถือหุ้น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รวมและเฉพาะบริษัท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รวมถึงงบกระแสเงินสดรวมและเฉพาะบริษัท</w:t>
      </w:r>
      <w:r w:rsidR="0007472F" w:rsidRPr="0007472F">
        <w:rPr>
          <w:rFonts w:ascii="Browallia New" w:hAnsi="Browallia New" w:cs="Browallia New"/>
          <w:sz w:val="28"/>
          <w:szCs w:val="28"/>
          <w:cs/>
          <w:lang w:val="en-US" w:bidi="th-TH"/>
        </w:rPr>
        <w:t>สำหรับงวด</w:t>
      </w:r>
      <w:r w:rsidR="0007472F" w:rsidRPr="0007472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หก</w:t>
      </w:r>
      <w:r w:rsidR="0007472F" w:rsidRPr="0007472F">
        <w:rPr>
          <w:rFonts w:ascii="Browallia New" w:hAnsi="Browallia New" w:cs="Browallia New"/>
          <w:sz w:val="28"/>
          <w:szCs w:val="28"/>
          <w:cs/>
          <w:lang w:val="en-US" w:bidi="th-TH"/>
        </w:rPr>
        <w:t>เดือนสิ้นสุดวันเดียวกัน</w:t>
      </w:r>
      <w:r w:rsidR="00E82C22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และหมายเหตุประกอบข้อมูลทางการเงินระหว่างกาลแบบย่อ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ฉบับที่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D90B95">
        <w:rPr>
          <w:rFonts w:ascii="Browallia New" w:hAnsi="Browallia New" w:cs="Browallia New"/>
          <w:sz w:val="28"/>
          <w:szCs w:val="28"/>
        </w:rPr>
        <w:t xml:space="preserve">34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เรื่อง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การรายงานทางการเงินระหว่างกาล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5D10C52F" w14:textId="77777777" w:rsidR="001E4F59" w:rsidRPr="00D90B95" w:rsidRDefault="001E4F59" w:rsidP="00E340EB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bookmarkEnd w:id="2"/>
    <w:p w14:paraId="3C23F08F" w14:textId="2AA331D7" w:rsidR="00CD4D4E" w:rsidRPr="008E4A48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810277">
        <w:rPr>
          <w:rFonts w:ascii="Browallia New" w:hAnsi="Browallia New" w:cs="Browallia New"/>
          <w:b/>
          <w:bCs/>
          <w:sz w:val="28"/>
          <w:szCs w:val="28"/>
          <w:cs/>
          <w:lang w:val="en-US" w:bidi="th-TH"/>
        </w:rPr>
        <w:t xml:space="preserve">ขอบเขตการสอบทาน </w:t>
      </w:r>
    </w:p>
    <w:p w14:paraId="49D066C7" w14:textId="77777777" w:rsidR="00CD4D4E" w:rsidRPr="00D90B95" w:rsidRDefault="00CD4D4E" w:rsidP="0016775F">
      <w:pPr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</w:p>
    <w:p w14:paraId="6D8BF043" w14:textId="1AE5024D" w:rsidR="009F58E7" w:rsidRPr="00D90B95" w:rsidRDefault="009F58E7" w:rsidP="009F58E7">
      <w:pPr>
        <w:jc w:val="thaiDistribute"/>
        <w:rPr>
          <w:rFonts w:ascii="Browallia New" w:hAnsi="Browallia New" w:cs="Browallia New"/>
          <w:sz w:val="28"/>
          <w:szCs w:val="28"/>
        </w:rPr>
      </w:pP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ข้าพเจ้าได้ปฏิบัติงานสอบทานตามมาตรฐานงานสอบทาน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รหัส</w:t>
      </w:r>
      <w:r w:rsidRPr="00D90B95">
        <w:rPr>
          <w:rFonts w:ascii="Browallia New" w:hAnsi="Browallia New" w:cs="Browallia New"/>
          <w:sz w:val="28"/>
          <w:szCs w:val="28"/>
        </w:rPr>
        <w:t xml:space="preserve"> 2410 “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การสอบทานข้อมูลทางการเงินระหว่างกาลโดยผู้สอบบัญชีรับอนุญาตของบริษัท</w:t>
      </w:r>
      <w:r w:rsidRPr="00D90B95">
        <w:rPr>
          <w:rFonts w:ascii="Browallia New" w:hAnsi="Browallia New" w:cs="Browallia New"/>
          <w:sz w:val="28"/>
          <w:szCs w:val="28"/>
        </w:rPr>
        <w:t xml:space="preserve">”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การสอบทานข้อมูลทางการเงินระหว่างกาลประกอบด้วย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D90B95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และการวิเคราะห์เปรียบเทียบและวิธีการสอบทาน</w:t>
      </w:r>
      <w:r w:rsidRPr="00613F5C">
        <w:rPr>
          <w:rFonts w:ascii="Browallia New" w:hAnsi="Browallia New" w:cs="Browallia New"/>
          <w:spacing w:val="-20"/>
          <w:sz w:val="28"/>
          <w:szCs w:val="28"/>
          <w:cs/>
          <w:lang w:val="en-US" w:bidi="th-TH"/>
        </w:rPr>
        <w:t>อื</w:t>
      </w:r>
      <w:r w:rsidR="00E321E6" w:rsidRPr="00613F5C">
        <w:rPr>
          <w:rFonts w:ascii="Browallia New" w:hAnsi="Browallia New" w:cs="Browallia New" w:hint="cs"/>
          <w:spacing w:val="-20"/>
          <w:sz w:val="28"/>
          <w:szCs w:val="28"/>
          <w:cs/>
          <w:lang w:val="en-US" w:bidi="th-TH"/>
        </w:rPr>
        <w:t>่</w:t>
      </w:r>
      <w:r w:rsidRPr="00613F5C">
        <w:rPr>
          <w:rFonts w:ascii="Browallia New" w:hAnsi="Browallia New" w:cs="Browallia New"/>
          <w:spacing w:val="-20"/>
          <w:sz w:val="28"/>
          <w:szCs w:val="28"/>
          <w:cs/>
          <w:lang w:val="en-US" w:bidi="th-TH"/>
        </w:rPr>
        <w:t>น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  <w:r w:rsidRPr="00810277">
        <w:rPr>
          <w:rFonts w:ascii="Browallia New" w:hAnsi="Browallia New" w:cs="Browallia New"/>
          <w:sz w:val="28"/>
          <w:szCs w:val="28"/>
          <w:cs/>
          <w:lang w:val="en-US"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D90B95">
        <w:rPr>
          <w:rFonts w:ascii="Browallia New" w:hAnsi="Browallia New" w:cs="Browallia New"/>
          <w:sz w:val="28"/>
          <w:szCs w:val="28"/>
        </w:rPr>
        <w:t xml:space="preserve"> </w:t>
      </w:r>
    </w:p>
    <w:p w14:paraId="63A94251" w14:textId="67C81580" w:rsidR="0034149A" w:rsidRPr="00956EFE" w:rsidRDefault="0034149A" w:rsidP="00CD4D4E">
      <w:pPr>
        <w:jc w:val="thaiDistribute"/>
        <w:rPr>
          <w:noProof/>
        </w:rPr>
      </w:pPr>
    </w:p>
    <w:p w14:paraId="01EDC511" w14:textId="77777777" w:rsidR="001B4277" w:rsidRPr="00956EFE" w:rsidRDefault="001B4277" w:rsidP="00CD4D4E">
      <w:pPr>
        <w:jc w:val="thaiDistribute"/>
        <w:rPr>
          <w:rFonts w:ascii="Browallia New" w:hAnsi="Browallia New" w:cs="Browallia New"/>
        </w:rPr>
      </w:pPr>
    </w:p>
    <w:p w14:paraId="1E32080A" w14:textId="006B254E" w:rsidR="0034149A" w:rsidRDefault="0034149A" w:rsidP="00CD4D4E">
      <w:pPr>
        <w:jc w:val="thaiDistribute"/>
        <w:rPr>
          <w:rFonts w:ascii="Browallia New" w:hAnsi="Browallia New" w:cs="Browallia New"/>
        </w:rPr>
      </w:pPr>
    </w:p>
    <w:p w14:paraId="611F2DBD" w14:textId="77777777" w:rsidR="00D530B5" w:rsidRPr="00956EFE" w:rsidRDefault="00D530B5" w:rsidP="00CD4D4E">
      <w:pPr>
        <w:jc w:val="thaiDistribute"/>
        <w:rPr>
          <w:rFonts w:ascii="Browallia New" w:hAnsi="Browallia New" w:cs="Browallia New"/>
        </w:rPr>
      </w:pPr>
    </w:p>
    <w:p w14:paraId="3B26199B" w14:textId="77777777" w:rsidR="0007288B" w:rsidRDefault="0007288B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  <w:lang w:val="en-US" w:bidi="th-TH"/>
        </w:rPr>
      </w:pPr>
    </w:p>
    <w:p w14:paraId="717D561E" w14:textId="77777777" w:rsidR="00680E89" w:rsidRDefault="00680E89" w:rsidP="00CD4D4E">
      <w:pPr>
        <w:jc w:val="thaiDistribute"/>
        <w:rPr>
          <w:rFonts w:ascii="Browallia New" w:hAnsi="Browallia New" w:cs="Browallia New" w:hint="cs"/>
          <w:b/>
          <w:bCs/>
          <w:sz w:val="28"/>
          <w:szCs w:val="28"/>
          <w:lang w:val="en-US" w:bidi="th-TH"/>
        </w:rPr>
      </w:pPr>
    </w:p>
    <w:p w14:paraId="4DF1DF40" w14:textId="729E3A0E" w:rsidR="00CD4D4E" w:rsidRPr="008E4A48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810277">
        <w:rPr>
          <w:rFonts w:ascii="Browallia New" w:hAnsi="Browallia New" w:cs="Browallia New"/>
          <w:b/>
          <w:bCs/>
          <w:sz w:val="28"/>
          <w:szCs w:val="28"/>
          <w:cs/>
          <w:lang w:val="en-US" w:bidi="th-TH"/>
        </w:rPr>
        <w:lastRenderedPageBreak/>
        <w:t>ข้อสรุป</w:t>
      </w:r>
    </w:p>
    <w:p w14:paraId="530E77E9" w14:textId="77777777" w:rsidR="00CD4D4E" w:rsidRPr="00956EFE" w:rsidRDefault="00CD4D4E" w:rsidP="00E548DD">
      <w:pPr>
        <w:spacing w:after="0"/>
        <w:rPr>
          <w:rFonts w:ascii="Browallia New" w:hAnsi="Browallia New" w:cs="Browallia New"/>
          <w:b/>
          <w:bCs/>
          <w:sz w:val="28"/>
          <w:szCs w:val="28"/>
        </w:rPr>
      </w:pPr>
    </w:p>
    <w:p w14:paraId="55BF5A42" w14:textId="77777777" w:rsidR="00BA4CA5" w:rsidRDefault="00BA4CA5" w:rsidP="00BA4CA5">
      <w:pPr>
        <w:jc w:val="thaiDistribute"/>
        <w:rPr>
          <w:rFonts w:ascii="Browallia New" w:hAnsi="Browallia New" w:cs="Browallia New"/>
          <w:spacing w:val="-6"/>
          <w:sz w:val="28"/>
          <w:szCs w:val="28"/>
        </w:rPr>
      </w:pPr>
      <w:r w:rsidRPr="00810277">
        <w:rPr>
          <w:rFonts w:ascii="Browallia New" w:hAnsi="Browallia New" w:cs="Browallia New"/>
          <w:spacing w:val="-6"/>
          <w:sz w:val="28"/>
          <w:szCs w:val="28"/>
          <w:cs/>
          <w:lang w:val="en-US" w:bidi="th-TH"/>
        </w:rPr>
        <w:t>ข้าพเจ้าไม่พบสิ่งที่เป็นเหตุให้เชื่อว่าข้อมูลทางการเงินรวมและเฉพาะบริษัทระหว่างกาลดังกล่าวไม่ได้จัดทำขึ้นตามมาตรฐานการบัญชี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Pr="00810277">
        <w:rPr>
          <w:rFonts w:ascii="Browallia New" w:hAnsi="Browallia New" w:cs="Browallia New"/>
          <w:spacing w:val="-6"/>
          <w:sz w:val="28"/>
          <w:szCs w:val="28"/>
          <w:cs/>
          <w:lang w:val="en-US" w:bidi="th-TH"/>
        </w:rPr>
        <w:t>ฉบับที่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Pr="00B80843">
        <w:rPr>
          <w:rFonts w:ascii="Browallia New" w:hAnsi="Browallia New" w:cs="Browallia New"/>
          <w:spacing w:val="-6"/>
          <w:sz w:val="28"/>
          <w:szCs w:val="28"/>
        </w:rPr>
        <w:t xml:space="preserve">34 </w:t>
      </w:r>
      <w:r w:rsidRPr="00907D3F">
        <w:rPr>
          <w:rFonts w:ascii="Browallia New" w:hAnsi="Browallia New" w:cs="Browallia New"/>
          <w:spacing w:val="-20"/>
          <w:sz w:val="28"/>
          <w:szCs w:val="28"/>
          <w:cs/>
          <w:lang w:val="en-US" w:bidi="th-TH"/>
        </w:rPr>
        <w:t>เรื่อง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Pr="00810277">
        <w:rPr>
          <w:rFonts w:ascii="Browallia New" w:hAnsi="Browallia New" w:cs="Browallia New"/>
          <w:spacing w:val="-6"/>
          <w:sz w:val="28"/>
          <w:szCs w:val="28"/>
          <w:cs/>
          <w:lang w:val="en-US" w:bidi="th-TH"/>
        </w:rPr>
        <w:t>การรายงานทางการเงินระหว่างกาล</w:t>
      </w:r>
      <w:r w:rsidRPr="00B80843">
        <w:rPr>
          <w:rFonts w:ascii="Browallia New" w:hAnsi="Browallia New" w:cs="Browallia New"/>
          <w:spacing w:val="-6"/>
          <w:sz w:val="28"/>
          <w:szCs w:val="28"/>
        </w:rPr>
        <w:t xml:space="preserve"> </w:t>
      </w:r>
      <w:r w:rsidRPr="00810277">
        <w:rPr>
          <w:rFonts w:ascii="Browallia New" w:hAnsi="Browallia New" w:cs="Browallia New"/>
          <w:spacing w:val="-6"/>
          <w:sz w:val="28"/>
          <w:szCs w:val="28"/>
          <w:cs/>
          <w:lang w:val="en-US" w:bidi="th-TH"/>
        </w:rPr>
        <w:t>ในสาระสำคัญจากการสอบทานของข้าพเจ้า</w:t>
      </w:r>
      <w:r w:rsidRPr="00B80843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</w:p>
    <w:p w14:paraId="3DF30C44" w14:textId="77777777" w:rsidR="00CC556E" w:rsidRPr="006E1C09" w:rsidRDefault="00CC556E" w:rsidP="00CC556E">
      <w:pPr>
        <w:spacing w:line="240" w:lineRule="auto"/>
        <w:jc w:val="thaiDistribute"/>
        <w:rPr>
          <w:rFonts w:ascii="BrowalliaUPC" w:hAnsi="BrowalliaUPC" w:cs="BrowalliaUPC"/>
          <w:sz w:val="32"/>
          <w:szCs w:val="32"/>
        </w:rPr>
      </w:pPr>
    </w:p>
    <w:p w14:paraId="78557F8D" w14:textId="77777777" w:rsidR="0051519E" w:rsidRDefault="0051519E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0B021D3D" w14:textId="77777777" w:rsidR="003C7E8A" w:rsidRPr="00956EFE" w:rsidRDefault="003C7E8A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53A57895" w14:textId="3EB38B13" w:rsidR="00142624" w:rsidRPr="00956EFE" w:rsidRDefault="00EA5DCF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810277">
        <w:rPr>
          <w:rFonts w:ascii="Browallia New" w:hAnsi="Browallia New" w:cs="Browallia New" w:hint="cs"/>
          <w:b/>
          <w:bCs/>
          <w:sz w:val="28"/>
          <w:szCs w:val="28"/>
          <w:cs/>
          <w:lang w:val="en-US" w:bidi="th-TH"/>
        </w:rPr>
        <w:t>ไพศาล</w:t>
      </w:r>
      <w:r w:rsidRPr="00810277">
        <w:rPr>
          <w:rFonts w:ascii="Browallia New" w:hAnsi="Browallia New" w:cs="Browallia New"/>
          <w:b/>
          <w:bCs/>
          <w:sz w:val="28"/>
          <w:szCs w:val="28"/>
          <w:cs/>
          <w:lang w:val="en-US" w:bidi="th-TH"/>
        </w:rPr>
        <w:t xml:space="preserve"> </w:t>
      </w:r>
      <w:r w:rsidRPr="00810277">
        <w:rPr>
          <w:rFonts w:ascii="Browallia New" w:hAnsi="Browallia New" w:cs="Browallia New" w:hint="cs"/>
          <w:b/>
          <w:bCs/>
          <w:sz w:val="28"/>
          <w:szCs w:val="28"/>
          <w:cs/>
          <w:lang w:val="en-US" w:bidi="th-TH"/>
        </w:rPr>
        <w:t>บุญ</w:t>
      </w:r>
      <w:proofErr w:type="spellStart"/>
      <w:r w:rsidRPr="00810277">
        <w:rPr>
          <w:rFonts w:ascii="Browallia New" w:hAnsi="Browallia New" w:cs="Browallia New" w:hint="cs"/>
          <w:b/>
          <w:bCs/>
          <w:sz w:val="28"/>
          <w:szCs w:val="28"/>
          <w:cs/>
          <w:lang w:val="en-US" w:bidi="th-TH"/>
        </w:rPr>
        <w:t>ศิ</w:t>
      </w:r>
      <w:proofErr w:type="spellEnd"/>
      <w:r w:rsidRPr="00810277">
        <w:rPr>
          <w:rFonts w:ascii="Browallia New" w:hAnsi="Browallia New" w:cs="Browallia New" w:hint="cs"/>
          <w:b/>
          <w:bCs/>
          <w:sz w:val="28"/>
          <w:szCs w:val="28"/>
          <w:cs/>
          <w:lang w:val="en-US" w:bidi="th-TH"/>
        </w:rPr>
        <w:t>ริสุขะพง</w:t>
      </w:r>
      <w:proofErr w:type="spellStart"/>
      <w:r w:rsidRPr="00810277">
        <w:rPr>
          <w:rFonts w:ascii="Browallia New" w:hAnsi="Browallia New" w:cs="Browallia New" w:hint="cs"/>
          <w:b/>
          <w:bCs/>
          <w:sz w:val="28"/>
          <w:szCs w:val="28"/>
          <w:cs/>
          <w:lang w:val="en-US" w:bidi="th-TH"/>
        </w:rPr>
        <w:t>ษ์</w:t>
      </w:r>
      <w:proofErr w:type="spellEnd"/>
    </w:p>
    <w:p w14:paraId="0E0FD2DC" w14:textId="77777777" w:rsidR="00142624" w:rsidRPr="00956EFE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810277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ผู้สอบบัญชีรับอนุญาต</w:t>
      </w:r>
    </w:p>
    <w:p w14:paraId="6EB7624B" w14:textId="77777777" w:rsidR="0074506C" w:rsidRPr="00B03729" w:rsidRDefault="0074506C" w:rsidP="0074506C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810277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ทะเบียนเลขที่ </w:t>
      </w:r>
      <w:r>
        <w:rPr>
          <w:rFonts w:ascii="Browallia New" w:hAnsi="Browallia New" w:cs="Browallia New"/>
          <w:sz w:val="28"/>
          <w:szCs w:val="28"/>
          <w:lang w:val="en-US" w:bidi="th-TH"/>
        </w:rPr>
        <w:t>5216</w:t>
      </w:r>
    </w:p>
    <w:p w14:paraId="28B639CA" w14:textId="77777777" w:rsidR="00142624" w:rsidRPr="00956EFE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Pr="00956EFE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 w:rsidRPr="00810277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บริษัท แกรนท์ </w:t>
      </w:r>
      <w:proofErr w:type="spellStart"/>
      <w:r w:rsidRPr="00810277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ธอน</w:t>
      </w:r>
      <w:proofErr w:type="spellEnd"/>
      <w:r w:rsidRPr="00810277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ตัน จำกัด</w:t>
      </w:r>
    </w:p>
    <w:p w14:paraId="76DDC83E" w14:textId="3E385E57" w:rsidR="00D15EA5" w:rsidRDefault="00142624" w:rsidP="00DD72FB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 w:rsidRPr="00810277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กรุงเทพมหานคร</w:t>
      </w:r>
    </w:p>
    <w:p w14:paraId="61D70F01" w14:textId="0503481E" w:rsidR="00907D3F" w:rsidRPr="00907D3F" w:rsidRDefault="00907D3F" w:rsidP="00DD72FB">
      <w:pPr>
        <w:spacing w:after="0" w:line="240" w:lineRule="auto"/>
        <w:rPr>
          <w:rFonts w:ascii="Browallia New" w:hAnsi="Browallia New" w:cs="Browallia New"/>
          <w:sz w:val="28"/>
          <w:szCs w:val="28"/>
          <w:lang w:val="en-US" w:bidi="th-TH"/>
        </w:rPr>
      </w:pPr>
      <w:r>
        <w:rPr>
          <w:rFonts w:ascii="Browallia New" w:hAnsi="Browallia New" w:cs="Browallia New"/>
          <w:sz w:val="28"/>
          <w:szCs w:val="28"/>
          <w:lang w:val="en-US" w:bidi="th-TH"/>
        </w:rPr>
        <w:t xml:space="preserve">13 </w:t>
      </w:r>
      <w:r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สิงหาคม </w:t>
      </w:r>
      <w:r>
        <w:rPr>
          <w:rFonts w:ascii="Browallia New" w:hAnsi="Browallia New" w:cs="Browallia New"/>
          <w:sz w:val="28"/>
          <w:szCs w:val="28"/>
          <w:lang w:val="en-US" w:bidi="th-TH"/>
        </w:rPr>
        <w:t>2568</w:t>
      </w:r>
    </w:p>
    <w:sectPr w:rsidR="00907D3F" w:rsidRPr="00907D3F" w:rsidSect="006279BD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D0AB8" w14:textId="77777777" w:rsidR="00057848" w:rsidRDefault="00057848">
      <w:r>
        <w:separator/>
      </w:r>
    </w:p>
  </w:endnote>
  <w:endnote w:type="continuationSeparator" w:id="0">
    <w:p w14:paraId="71C0F9DF" w14:textId="77777777" w:rsidR="00057848" w:rsidRDefault="00057848">
      <w:r>
        <w:continuationSeparator/>
      </w:r>
    </w:p>
  </w:endnote>
  <w:endnote w:type="continuationNotice" w:id="1">
    <w:p w14:paraId="6D6618B9" w14:textId="77777777" w:rsidR="00057848" w:rsidRDefault="000578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39389" w14:textId="77777777" w:rsidR="00057848" w:rsidRDefault="00057848">
      <w:bookmarkStart w:id="0" w:name="_Hlk482348182"/>
      <w:bookmarkEnd w:id="0"/>
      <w:r>
        <w:separator/>
      </w:r>
    </w:p>
  </w:footnote>
  <w:footnote w:type="continuationSeparator" w:id="0">
    <w:p w14:paraId="75D93265" w14:textId="77777777" w:rsidR="00057848" w:rsidRDefault="00057848">
      <w:r>
        <w:continuationSeparator/>
      </w:r>
    </w:p>
  </w:footnote>
  <w:footnote w:type="continuationNotice" w:id="1">
    <w:p w14:paraId="50B7C102" w14:textId="77777777" w:rsidR="00057848" w:rsidRDefault="000578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1B088B95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D15EA5" w:rsidRPr="005D6A08" w:rsidRDefault="00D15EA5" w:rsidP="00D15EA5">
    <w:pPr>
      <w:pStyle w:val="Header"/>
      <w:tabs>
        <w:tab w:val="clear" w:pos="8562"/>
        <w:tab w:val="left" w:pos="5328"/>
      </w:tabs>
      <w:spacing w:after="1418"/>
      <w:rPr>
        <w:color w:val="4F2D7F"/>
      </w:rPr>
    </w:pPr>
  </w:p>
  <w:p w14:paraId="1C40AED1" w14:textId="6F5C585E" w:rsidR="00D170B4" w:rsidRPr="00581ACB" w:rsidRDefault="00CD4D4E" w:rsidP="00CD4D4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000000" w:themeColor="text1"/>
        <w:sz w:val="36"/>
        <w:szCs w:val="36"/>
        <w:lang w:val="en-US" w:bidi="th-TH"/>
      </w:rPr>
    </w:pPr>
    <w:r w:rsidRPr="00810277">
      <w:rPr>
        <w:rFonts w:cs="Browallia New" w:hint="cs"/>
        <w:b w:val="0"/>
        <w:bCs/>
        <w:color w:val="000000" w:themeColor="text1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</w:p>
  <w:p w14:paraId="707CD6C0" w14:textId="4C6E4116" w:rsidR="00D15EA5" w:rsidRPr="00581ACB" w:rsidRDefault="00B44F9A" w:rsidP="00CD4D4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000000" w:themeColor="text1"/>
        <w:sz w:val="32"/>
        <w:szCs w:val="32"/>
        <w:lang w:val="en-US" w:bidi="th-TH"/>
      </w:rPr>
    </w:pPr>
    <w:r w:rsidRPr="00810277">
      <w:rPr>
        <w:rFonts w:cs="Browallia New" w:hint="cs"/>
        <w:b w:val="0"/>
        <w:bCs/>
        <w:color w:val="000000" w:themeColor="text1"/>
        <w:sz w:val="36"/>
        <w:szCs w:val="36"/>
        <w:cs/>
        <w:lang w:val="en-US" w:bidi="th-TH"/>
      </w:rPr>
      <w:t>โดย</w:t>
    </w:r>
    <w:r w:rsidR="00CD4D4E" w:rsidRPr="00810277">
      <w:rPr>
        <w:rFonts w:ascii="Browallia New" w:hAnsi="Browallia New" w:cs="Browallia New"/>
        <w:bCs/>
        <w:color w:val="000000" w:themeColor="text1"/>
        <w:sz w:val="36"/>
        <w:szCs w:val="36"/>
        <w:cs/>
        <w:lang w:val="en-US"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Header"/>
    </w:pPr>
    <w:bookmarkStart w:id="3" w:name="Footer3_tbl"/>
    <w:bookmarkEnd w:id="3"/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1700473030">
    <w:abstractNumId w:val="3"/>
  </w:num>
  <w:num w:numId="2" w16cid:durableId="925656280">
    <w:abstractNumId w:val="2"/>
  </w:num>
  <w:num w:numId="3" w16cid:durableId="160198185">
    <w:abstractNumId w:val="1"/>
  </w:num>
  <w:num w:numId="4" w16cid:durableId="1954896582">
    <w:abstractNumId w:val="0"/>
  </w:num>
  <w:num w:numId="5" w16cid:durableId="1234777623">
    <w:abstractNumId w:val="6"/>
  </w:num>
  <w:num w:numId="6" w16cid:durableId="1454328520">
    <w:abstractNumId w:val="5"/>
  </w:num>
  <w:num w:numId="7" w16cid:durableId="307053860">
    <w:abstractNumId w:val="10"/>
  </w:num>
  <w:num w:numId="8" w16cid:durableId="510486268">
    <w:abstractNumId w:val="16"/>
  </w:num>
  <w:num w:numId="9" w16cid:durableId="1568373194">
    <w:abstractNumId w:val="5"/>
  </w:num>
  <w:num w:numId="10" w16cid:durableId="244190124">
    <w:abstractNumId w:val="15"/>
  </w:num>
  <w:num w:numId="11" w16cid:durableId="903023538">
    <w:abstractNumId w:val="13"/>
  </w:num>
  <w:num w:numId="12" w16cid:durableId="599871803">
    <w:abstractNumId w:val="4"/>
  </w:num>
  <w:num w:numId="13" w16cid:durableId="854686248">
    <w:abstractNumId w:val="8"/>
  </w:num>
  <w:num w:numId="14" w16cid:durableId="1206484581">
    <w:abstractNumId w:val="7"/>
  </w:num>
  <w:num w:numId="15" w16cid:durableId="1566601983">
    <w:abstractNumId w:val="8"/>
  </w:num>
  <w:num w:numId="16" w16cid:durableId="771167795">
    <w:abstractNumId w:val="9"/>
  </w:num>
  <w:num w:numId="17" w16cid:durableId="1667128246">
    <w:abstractNumId w:val="11"/>
  </w:num>
  <w:num w:numId="18" w16cid:durableId="179928319">
    <w:abstractNumId w:val="15"/>
  </w:num>
  <w:num w:numId="19" w16cid:durableId="1762263546">
    <w:abstractNumId w:val="13"/>
  </w:num>
  <w:num w:numId="20" w16cid:durableId="1430782646">
    <w:abstractNumId w:val="4"/>
  </w:num>
  <w:num w:numId="21" w16cid:durableId="600265855">
    <w:abstractNumId w:val="8"/>
  </w:num>
  <w:num w:numId="22" w16cid:durableId="172964348">
    <w:abstractNumId w:val="7"/>
  </w:num>
  <w:num w:numId="23" w16cid:durableId="1558125404">
    <w:abstractNumId w:val="7"/>
  </w:num>
  <w:num w:numId="24" w16cid:durableId="752825767">
    <w:abstractNumId w:val="7"/>
  </w:num>
  <w:num w:numId="25" w16cid:durableId="602037510">
    <w:abstractNumId w:val="8"/>
  </w:num>
  <w:num w:numId="26" w16cid:durableId="741215111">
    <w:abstractNumId w:val="8"/>
  </w:num>
  <w:num w:numId="27" w16cid:durableId="1231430819">
    <w:abstractNumId w:val="8"/>
  </w:num>
  <w:num w:numId="28" w16cid:durableId="1899586114">
    <w:abstractNumId w:val="14"/>
  </w:num>
  <w:num w:numId="29" w16cid:durableId="853690383">
    <w:abstractNumId w:val="14"/>
  </w:num>
  <w:num w:numId="30" w16cid:durableId="1399593709">
    <w:abstractNumId w:val="14"/>
  </w:num>
  <w:num w:numId="31" w16cid:durableId="1164201630">
    <w:abstractNumId w:val="12"/>
  </w:num>
  <w:num w:numId="32" w16cid:durableId="1886942786">
    <w:abstractNumId w:val="12"/>
  </w:num>
  <w:num w:numId="33" w16cid:durableId="168756221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143D8"/>
    <w:rsid w:val="00015BD3"/>
    <w:rsid w:val="000162B0"/>
    <w:rsid w:val="0003023B"/>
    <w:rsid w:val="00031D17"/>
    <w:rsid w:val="0004049D"/>
    <w:rsid w:val="000423B2"/>
    <w:rsid w:val="00043A86"/>
    <w:rsid w:val="000443F2"/>
    <w:rsid w:val="00044ACE"/>
    <w:rsid w:val="0004550E"/>
    <w:rsid w:val="00052614"/>
    <w:rsid w:val="00055CAD"/>
    <w:rsid w:val="00057848"/>
    <w:rsid w:val="00061AFF"/>
    <w:rsid w:val="00067A2B"/>
    <w:rsid w:val="000723F7"/>
    <w:rsid w:val="0007288B"/>
    <w:rsid w:val="00074485"/>
    <w:rsid w:val="0007472F"/>
    <w:rsid w:val="00077B61"/>
    <w:rsid w:val="00080552"/>
    <w:rsid w:val="000828F1"/>
    <w:rsid w:val="00082F59"/>
    <w:rsid w:val="00084DB3"/>
    <w:rsid w:val="00086F78"/>
    <w:rsid w:val="000875D8"/>
    <w:rsid w:val="00091508"/>
    <w:rsid w:val="00094333"/>
    <w:rsid w:val="00097FAB"/>
    <w:rsid w:val="000B65E3"/>
    <w:rsid w:val="000B7090"/>
    <w:rsid w:val="000C2323"/>
    <w:rsid w:val="000C2481"/>
    <w:rsid w:val="000C3FD3"/>
    <w:rsid w:val="000C778C"/>
    <w:rsid w:val="000D63E2"/>
    <w:rsid w:val="000E21C2"/>
    <w:rsid w:val="000E52CE"/>
    <w:rsid w:val="000E686F"/>
    <w:rsid w:val="000E6D1B"/>
    <w:rsid w:val="000F3AAB"/>
    <w:rsid w:val="000F6E25"/>
    <w:rsid w:val="001011DF"/>
    <w:rsid w:val="00112B69"/>
    <w:rsid w:val="001137AB"/>
    <w:rsid w:val="001316D3"/>
    <w:rsid w:val="00132165"/>
    <w:rsid w:val="00142624"/>
    <w:rsid w:val="00142760"/>
    <w:rsid w:val="00142E5B"/>
    <w:rsid w:val="00151EE9"/>
    <w:rsid w:val="001554CD"/>
    <w:rsid w:val="00155A91"/>
    <w:rsid w:val="001607ED"/>
    <w:rsid w:val="001613E2"/>
    <w:rsid w:val="0016459D"/>
    <w:rsid w:val="00167017"/>
    <w:rsid w:val="0016775F"/>
    <w:rsid w:val="00174F79"/>
    <w:rsid w:val="00182F9F"/>
    <w:rsid w:val="00183CA9"/>
    <w:rsid w:val="0019210D"/>
    <w:rsid w:val="001950D2"/>
    <w:rsid w:val="001A3BFB"/>
    <w:rsid w:val="001A3C20"/>
    <w:rsid w:val="001A7083"/>
    <w:rsid w:val="001B198C"/>
    <w:rsid w:val="001B4277"/>
    <w:rsid w:val="001B47C3"/>
    <w:rsid w:val="001B7388"/>
    <w:rsid w:val="001D2302"/>
    <w:rsid w:val="001D7BB3"/>
    <w:rsid w:val="001E12A6"/>
    <w:rsid w:val="001E32C7"/>
    <w:rsid w:val="001E498F"/>
    <w:rsid w:val="001E4F59"/>
    <w:rsid w:val="001F25A7"/>
    <w:rsid w:val="00214723"/>
    <w:rsid w:val="002160E0"/>
    <w:rsid w:val="002203DA"/>
    <w:rsid w:val="00220F07"/>
    <w:rsid w:val="0022518C"/>
    <w:rsid w:val="0023428F"/>
    <w:rsid w:val="00237A7E"/>
    <w:rsid w:val="00241F16"/>
    <w:rsid w:val="00247969"/>
    <w:rsid w:val="00251B83"/>
    <w:rsid w:val="002540EE"/>
    <w:rsid w:val="0026182A"/>
    <w:rsid w:val="002722B6"/>
    <w:rsid w:val="00277EBE"/>
    <w:rsid w:val="002838FB"/>
    <w:rsid w:val="00285249"/>
    <w:rsid w:val="002A252E"/>
    <w:rsid w:val="002B0BF8"/>
    <w:rsid w:val="002B4650"/>
    <w:rsid w:val="002B5A4A"/>
    <w:rsid w:val="002C623D"/>
    <w:rsid w:val="002D5A0F"/>
    <w:rsid w:val="002D6E25"/>
    <w:rsid w:val="002E02F4"/>
    <w:rsid w:val="002E12FB"/>
    <w:rsid w:val="002E7F1E"/>
    <w:rsid w:val="002F2DEB"/>
    <w:rsid w:val="002F3903"/>
    <w:rsid w:val="002F4A52"/>
    <w:rsid w:val="002F731F"/>
    <w:rsid w:val="002F7D90"/>
    <w:rsid w:val="0030026A"/>
    <w:rsid w:val="00304333"/>
    <w:rsid w:val="00305173"/>
    <w:rsid w:val="00321A76"/>
    <w:rsid w:val="0032521B"/>
    <w:rsid w:val="00326538"/>
    <w:rsid w:val="003304A5"/>
    <w:rsid w:val="00335812"/>
    <w:rsid w:val="00335E5B"/>
    <w:rsid w:val="00336465"/>
    <w:rsid w:val="0034149A"/>
    <w:rsid w:val="00342105"/>
    <w:rsid w:val="00344FA8"/>
    <w:rsid w:val="00350927"/>
    <w:rsid w:val="00354F5D"/>
    <w:rsid w:val="00363BA3"/>
    <w:rsid w:val="00365ECE"/>
    <w:rsid w:val="0037305F"/>
    <w:rsid w:val="003744DA"/>
    <w:rsid w:val="00384904"/>
    <w:rsid w:val="00391F80"/>
    <w:rsid w:val="00394D9E"/>
    <w:rsid w:val="003A1A18"/>
    <w:rsid w:val="003A3D21"/>
    <w:rsid w:val="003A46D5"/>
    <w:rsid w:val="003B4CCD"/>
    <w:rsid w:val="003B4DED"/>
    <w:rsid w:val="003C08B4"/>
    <w:rsid w:val="003C12C5"/>
    <w:rsid w:val="003C27EF"/>
    <w:rsid w:val="003C32E9"/>
    <w:rsid w:val="003C33C6"/>
    <w:rsid w:val="003C3898"/>
    <w:rsid w:val="003C4268"/>
    <w:rsid w:val="003C7E8A"/>
    <w:rsid w:val="003D2605"/>
    <w:rsid w:val="003D64D6"/>
    <w:rsid w:val="003E034A"/>
    <w:rsid w:val="003E3E21"/>
    <w:rsid w:val="003E635E"/>
    <w:rsid w:val="003F1162"/>
    <w:rsid w:val="003F480F"/>
    <w:rsid w:val="003F5A96"/>
    <w:rsid w:val="00400F43"/>
    <w:rsid w:val="00404D4E"/>
    <w:rsid w:val="00406DD0"/>
    <w:rsid w:val="004159C2"/>
    <w:rsid w:val="00416281"/>
    <w:rsid w:val="00421A47"/>
    <w:rsid w:val="00422353"/>
    <w:rsid w:val="00424FBB"/>
    <w:rsid w:val="00426915"/>
    <w:rsid w:val="00433F63"/>
    <w:rsid w:val="0043507C"/>
    <w:rsid w:val="00435788"/>
    <w:rsid w:val="004359E6"/>
    <w:rsid w:val="00441261"/>
    <w:rsid w:val="00443CE3"/>
    <w:rsid w:val="0044653F"/>
    <w:rsid w:val="00452E7B"/>
    <w:rsid w:val="004546FA"/>
    <w:rsid w:val="00456EA9"/>
    <w:rsid w:val="004620E6"/>
    <w:rsid w:val="00462BCB"/>
    <w:rsid w:val="00463364"/>
    <w:rsid w:val="00473E24"/>
    <w:rsid w:val="00481FE7"/>
    <w:rsid w:val="0048532C"/>
    <w:rsid w:val="00487E39"/>
    <w:rsid w:val="0049103F"/>
    <w:rsid w:val="0049736D"/>
    <w:rsid w:val="004A0DFE"/>
    <w:rsid w:val="004A3C62"/>
    <w:rsid w:val="004A69E3"/>
    <w:rsid w:val="004B6EA1"/>
    <w:rsid w:val="004C0971"/>
    <w:rsid w:val="004C0C25"/>
    <w:rsid w:val="004C18C8"/>
    <w:rsid w:val="004C2111"/>
    <w:rsid w:val="004C57DA"/>
    <w:rsid w:val="004C732E"/>
    <w:rsid w:val="004D0FD8"/>
    <w:rsid w:val="004D20AE"/>
    <w:rsid w:val="004D3578"/>
    <w:rsid w:val="004D6145"/>
    <w:rsid w:val="004E669F"/>
    <w:rsid w:val="004E770A"/>
    <w:rsid w:val="004F1A16"/>
    <w:rsid w:val="004F207F"/>
    <w:rsid w:val="004F2710"/>
    <w:rsid w:val="004F5D91"/>
    <w:rsid w:val="00501F87"/>
    <w:rsid w:val="005070FA"/>
    <w:rsid w:val="00512F09"/>
    <w:rsid w:val="0051519E"/>
    <w:rsid w:val="0052186A"/>
    <w:rsid w:val="005260D4"/>
    <w:rsid w:val="0052761D"/>
    <w:rsid w:val="005321DA"/>
    <w:rsid w:val="00547541"/>
    <w:rsid w:val="0054756D"/>
    <w:rsid w:val="00551365"/>
    <w:rsid w:val="005531D9"/>
    <w:rsid w:val="00560670"/>
    <w:rsid w:val="00560BED"/>
    <w:rsid w:val="005627FF"/>
    <w:rsid w:val="00563A68"/>
    <w:rsid w:val="0056664C"/>
    <w:rsid w:val="00577D61"/>
    <w:rsid w:val="00581ACB"/>
    <w:rsid w:val="005822AC"/>
    <w:rsid w:val="00591F0D"/>
    <w:rsid w:val="00594DA2"/>
    <w:rsid w:val="005A29D0"/>
    <w:rsid w:val="005A5079"/>
    <w:rsid w:val="005A6945"/>
    <w:rsid w:val="005B1823"/>
    <w:rsid w:val="005B405A"/>
    <w:rsid w:val="005C2CCB"/>
    <w:rsid w:val="005C5652"/>
    <w:rsid w:val="005C6479"/>
    <w:rsid w:val="005C69FD"/>
    <w:rsid w:val="005D0731"/>
    <w:rsid w:val="005D6A08"/>
    <w:rsid w:val="005D7025"/>
    <w:rsid w:val="005E1DCD"/>
    <w:rsid w:val="005E2D67"/>
    <w:rsid w:val="005E4AE1"/>
    <w:rsid w:val="005E5578"/>
    <w:rsid w:val="005F4D62"/>
    <w:rsid w:val="006014C1"/>
    <w:rsid w:val="00606EE0"/>
    <w:rsid w:val="00610ED7"/>
    <w:rsid w:val="00613F5C"/>
    <w:rsid w:val="00620CE3"/>
    <w:rsid w:val="00621086"/>
    <w:rsid w:val="006279BD"/>
    <w:rsid w:val="006303F5"/>
    <w:rsid w:val="00634D49"/>
    <w:rsid w:val="006365A1"/>
    <w:rsid w:val="00636AA2"/>
    <w:rsid w:val="00643291"/>
    <w:rsid w:val="00651B69"/>
    <w:rsid w:val="006531C1"/>
    <w:rsid w:val="00653B85"/>
    <w:rsid w:val="00666764"/>
    <w:rsid w:val="0066694B"/>
    <w:rsid w:val="00667DB6"/>
    <w:rsid w:val="006771E8"/>
    <w:rsid w:val="00677C01"/>
    <w:rsid w:val="00680E89"/>
    <w:rsid w:val="006811BC"/>
    <w:rsid w:val="006823E9"/>
    <w:rsid w:val="00683934"/>
    <w:rsid w:val="00683CC7"/>
    <w:rsid w:val="00692CA5"/>
    <w:rsid w:val="00692D01"/>
    <w:rsid w:val="006932D7"/>
    <w:rsid w:val="00696C42"/>
    <w:rsid w:val="006A2B6C"/>
    <w:rsid w:val="006A3B2F"/>
    <w:rsid w:val="006A5FC6"/>
    <w:rsid w:val="006B06A2"/>
    <w:rsid w:val="006C3D37"/>
    <w:rsid w:val="006C6376"/>
    <w:rsid w:val="006D6FF5"/>
    <w:rsid w:val="006E1C09"/>
    <w:rsid w:val="006F12CD"/>
    <w:rsid w:val="006F1B19"/>
    <w:rsid w:val="006F29ED"/>
    <w:rsid w:val="006F3CAF"/>
    <w:rsid w:val="006F4F77"/>
    <w:rsid w:val="006F53EE"/>
    <w:rsid w:val="0070147C"/>
    <w:rsid w:val="007039FD"/>
    <w:rsid w:val="007064E7"/>
    <w:rsid w:val="0070753A"/>
    <w:rsid w:val="00713233"/>
    <w:rsid w:val="00714FD6"/>
    <w:rsid w:val="007212FF"/>
    <w:rsid w:val="00721F67"/>
    <w:rsid w:val="007227D2"/>
    <w:rsid w:val="007245AB"/>
    <w:rsid w:val="007265F7"/>
    <w:rsid w:val="00731894"/>
    <w:rsid w:val="00734885"/>
    <w:rsid w:val="00741119"/>
    <w:rsid w:val="0074506C"/>
    <w:rsid w:val="00746796"/>
    <w:rsid w:val="00746D91"/>
    <w:rsid w:val="0075598A"/>
    <w:rsid w:val="00761813"/>
    <w:rsid w:val="00765654"/>
    <w:rsid w:val="007667EC"/>
    <w:rsid w:val="00767313"/>
    <w:rsid w:val="00771B85"/>
    <w:rsid w:val="00773644"/>
    <w:rsid w:val="00775DA6"/>
    <w:rsid w:val="007807F3"/>
    <w:rsid w:val="0078170A"/>
    <w:rsid w:val="00790956"/>
    <w:rsid w:val="00791569"/>
    <w:rsid w:val="00792365"/>
    <w:rsid w:val="0079502D"/>
    <w:rsid w:val="007960E0"/>
    <w:rsid w:val="007A03E0"/>
    <w:rsid w:val="007A0755"/>
    <w:rsid w:val="007A31D9"/>
    <w:rsid w:val="007A74F9"/>
    <w:rsid w:val="007C6354"/>
    <w:rsid w:val="007D41A1"/>
    <w:rsid w:val="007E10BB"/>
    <w:rsid w:val="007E3F61"/>
    <w:rsid w:val="007F1210"/>
    <w:rsid w:val="007F2896"/>
    <w:rsid w:val="007F3A79"/>
    <w:rsid w:val="008033D0"/>
    <w:rsid w:val="00803FB6"/>
    <w:rsid w:val="008059EF"/>
    <w:rsid w:val="00806118"/>
    <w:rsid w:val="00806F6D"/>
    <w:rsid w:val="00810277"/>
    <w:rsid w:val="008128F7"/>
    <w:rsid w:val="00812938"/>
    <w:rsid w:val="0081651C"/>
    <w:rsid w:val="00827B71"/>
    <w:rsid w:val="00830DAC"/>
    <w:rsid w:val="0083134C"/>
    <w:rsid w:val="00832F51"/>
    <w:rsid w:val="00833033"/>
    <w:rsid w:val="0083654B"/>
    <w:rsid w:val="008367AC"/>
    <w:rsid w:val="00837B54"/>
    <w:rsid w:val="00843100"/>
    <w:rsid w:val="00847054"/>
    <w:rsid w:val="00850F25"/>
    <w:rsid w:val="0085287E"/>
    <w:rsid w:val="008534AA"/>
    <w:rsid w:val="008541C2"/>
    <w:rsid w:val="00854502"/>
    <w:rsid w:val="008659AA"/>
    <w:rsid w:val="00870C60"/>
    <w:rsid w:val="008719C2"/>
    <w:rsid w:val="00871E36"/>
    <w:rsid w:val="00876FED"/>
    <w:rsid w:val="00884701"/>
    <w:rsid w:val="00884FF7"/>
    <w:rsid w:val="00887416"/>
    <w:rsid w:val="008909CF"/>
    <w:rsid w:val="00894ACE"/>
    <w:rsid w:val="008A1F2A"/>
    <w:rsid w:val="008A3206"/>
    <w:rsid w:val="008A769F"/>
    <w:rsid w:val="008B19D9"/>
    <w:rsid w:val="008B1FD3"/>
    <w:rsid w:val="008B204B"/>
    <w:rsid w:val="008B6851"/>
    <w:rsid w:val="008C49AE"/>
    <w:rsid w:val="008C59F7"/>
    <w:rsid w:val="008C7AF3"/>
    <w:rsid w:val="008D41AF"/>
    <w:rsid w:val="008D4B3A"/>
    <w:rsid w:val="008E4A48"/>
    <w:rsid w:val="008E7687"/>
    <w:rsid w:val="008F0E3C"/>
    <w:rsid w:val="008F11FA"/>
    <w:rsid w:val="008F33AE"/>
    <w:rsid w:val="008F4ACA"/>
    <w:rsid w:val="008F4D06"/>
    <w:rsid w:val="00901F77"/>
    <w:rsid w:val="00906ACE"/>
    <w:rsid w:val="00907D3F"/>
    <w:rsid w:val="009122A6"/>
    <w:rsid w:val="0091273C"/>
    <w:rsid w:val="00912F98"/>
    <w:rsid w:val="00917FBB"/>
    <w:rsid w:val="009219CA"/>
    <w:rsid w:val="009223D3"/>
    <w:rsid w:val="009239D3"/>
    <w:rsid w:val="00931D7A"/>
    <w:rsid w:val="00933D09"/>
    <w:rsid w:val="00935D8D"/>
    <w:rsid w:val="00942FE8"/>
    <w:rsid w:val="009506DE"/>
    <w:rsid w:val="0095102B"/>
    <w:rsid w:val="00956EFE"/>
    <w:rsid w:val="00957E70"/>
    <w:rsid w:val="00960797"/>
    <w:rsid w:val="00970DAB"/>
    <w:rsid w:val="0097321D"/>
    <w:rsid w:val="00973827"/>
    <w:rsid w:val="00974FF6"/>
    <w:rsid w:val="009919C7"/>
    <w:rsid w:val="00992531"/>
    <w:rsid w:val="00995CD5"/>
    <w:rsid w:val="009A1787"/>
    <w:rsid w:val="009A4F5A"/>
    <w:rsid w:val="009A73BE"/>
    <w:rsid w:val="009B1F44"/>
    <w:rsid w:val="009B4573"/>
    <w:rsid w:val="009C002A"/>
    <w:rsid w:val="009C15D1"/>
    <w:rsid w:val="009D481A"/>
    <w:rsid w:val="009E04AC"/>
    <w:rsid w:val="009E278C"/>
    <w:rsid w:val="009E7F8C"/>
    <w:rsid w:val="009F58E7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25506"/>
    <w:rsid w:val="00A275D9"/>
    <w:rsid w:val="00A30D5D"/>
    <w:rsid w:val="00A35782"/>
    <w:rsid w:val="00A357F5"/>
    <w:rsid w:val="00A362F9"/>
    <w:rsid w:val="00A43EE6"/>
    <w:rsid w:val="00A4585A"/>
    <w:rsid w:val="00A4616C"/>
    <w:rsid w:val="00A47BDA"/>
    <w:rsid w:val="00A50C97"/>
    <w:rsid w:val="00A515FB"/>
    <w:rsid w:val="00A60F49"/>
    <w:rsid w:val="00A61E15"/>
    <w:rsid w:val="00A630DD"/>
    <w:rsid w:val="00A66F91"/>
    <w:rsid w:val="00A70229"/>
    <w:rsid w:val="00A75E06"/>
    <w:rsid w:val="00A82E64"/>
    <w:rsid w:val="00A918D1"/>
    <w:rsid w:val="00A93A9A"/>
    <w:rsid w:val="00AA1779"/>
    <w:rsid w:val="00AA219C"/>
    <w:rsid w:val="00AA5C16"/>
    <w:rsid w:val="00AB1178"/>
    <w:rsid w:val="00AB174E"/>
    <w:rsid w:val="00AB1F31"/>
    <w:rsid w:val="00AB690D"/>
    <w:rsid w:val="00AC0578"/>
    <w:rsid w:val="00AC107E"/>
    <w:rsid w:val="00AC31D4"/>
    <w:rsid w:val="00AC56AC"/>
    <w:rsid w:val="00AC6098"/>
    <w:rsid w:val="00AD3B26"/>
    <w:rsid w:val="00AD3BA9"/>
    <w:rsid w:val="00AE0CED"/>
    <w:rsid w:val="00AE2BF6"/>
    <w:rsid w:val="00AE3370"/>
    <w:rsid w:val="00AE64CA"/>
    <w:rsid w:val="00AF3D68"/>
    <w:rsid w:val="00AF7092"/>
    <w:rsid w:val="00B02BE5"/>
    <w:rsid w:val="00B07427"/>
    <w:rsid w:val="00B115A3"/>
    <w:rsid w:val="00B1324D"/>
    <w:rsid w:val="00B1491C"/>
    <w:rsid w:val="00B157E2"/>
    <w:rsid w:val="00B24A45"/>
    <w:rsid w:val="00B25B92"/>
    <w:rsid w:val="00B26948"/>
    <w:rsid w:val="00B2694B"/>
    <w:rsid w:val="00B308EB"/>
    <w:rsid w:val="00B32AF7"/>
    <w:rsid w:val="00B34D51"/>
    <w:rsid w:val="00B36A0E"/>
    <w:rsid w:val="00B36BA1"/>
    <w:rsid w:val="00B40D67"/>
    <w:rsid w:val="00B43C45"/>
    <w:rsid w:val="00B44F9A"/>
    <w:rsid w:val="00B542A2"/>
    <w:rsid w:val="00B55EE8"/>
    <w:rsid w:val="00B56E6C"/>
    <w:rsid w:val="00B61B28"/>
    <w:rsid w:val="00B63D0E"/>
    <w:rsid w:val="00B651D9"/>
    <w:rsid w:val="00B71428"/>
    <w:rsid w:val="00B74D2E"/>
    <w:rsid w:val="00B8126A"/>
    <w:rsid w:val="00B83039"/>
    <w:rsid w:val="00B87036"/>
    <w:rsid w:val="00BA2A28"/>
    <w:rsid w:val="00BA4CA5"/>
    <w:rsid w:val="00BA4F98"/>
    <w:rsid w:val="00BA5B00"/>
    <w:rsid w:val="00BB0558"/>
    <w:rsid w:val="00BB1A07"/>
    <w:rsid w:val="00BB6DAD"/>
    <w:rsid w:val="00BB7346"/>
    <w:rsid w:val="00BC1555"/>
    <w:rsid w:val="00BC2E89"/>
    <w:rsid w:val="00BC60A9"/>
    <w:rsid w:val="00BD1B7B"/>
    <w:rsid w:val="00BD2A32"/>
    <w:rsid w:val="00BE0C8A"/>
    <w:rsid w:val="00BE334D"/>
    <w:rsid w:val="00BE4988"/>
    <w:rsid w:val="00BE5F37"/>
    <w:rsid w:val="00BF1C24"/>
    <w:rsid w:val="00BF3118"/>
    <w:rsid w:val="00BF5E73"/>
    <w:rsid w:val="00BF7952"/>
    <w:rsid w:val="00C02711"/>
    <w:rsid w:val="00C06939"/>
    <w:rsid w:val="00C10D8B"/>
    <w:rsid w:val="00C16548"/>
    <w:rsid w:val="00C173BF"/>
    <w:rsid w:val="00C21E3B"/>
    <w:rsid w:val="00C3462C"/>
    <w:rsid w:val="00C35B1A"/>
    <w:rsid w:val="00C41C7D"/>
    <w:rsid w:val="00C45957"/>
    <w:rsid w:val="00C63023"/>
    <w:rsid w:val="00C63743"/>
    <w:rsid w:val="00C76505"/>
    <w:rsid w:val="00C76C6C"/>
    <w:rsid w:val="00C80EC5"/>
    <w:rsid w:val="00C85669"/>
    <w:rsid w:val="00C85D6F"/>
    <w:rsid w:val="00C86BB9"/>
    <w:rsid w:val="00C8772C"/>
    <w:rsid w:val="00C97401"/>
    <w:rsid w:val="00CA43FD"/>
    <w:rsid w:val="00CA53F3"/>
    <w:rsid w:val="00CB18EB"/>
    <w:rsid w:val="00CB335B"/>
    <w:rsid w:val="00CB441E"/>
    <w:rsid w:val="00CB7271"/>
    <w:rsid w:val="00CB7C59"/>
    <w:rsid w:val="00CC466E"/>
    <w:rsid w:val="00CC556E"/>
    <w:rsid w:val="00CC72E9"/>
    <w:rsid w:val="00CD25C2"/>
    <w:rsid w:val="00CD4D4E"/>
    <w:rsid w:val="00CE24E5"/>
    <w:rsid w:val="00CE41DB"/>
    <w:rsid w:val="00CE4D96"/>
    <w:rsid w:val="00CF1EA0"/>
    <w:rsid w:val="00CF4758"/>
    <w:rsid w:val="00D078C4"/>
    <w:rsid w:val="00D158B9"/>
    <w:rsid w:val="00D15EA5"/>
    <w:rsid w:val="00D170B4"/>
    <w:rsid w:val="00D2100B"/>
    <w:rsid w:val="00D24220"/>
    <w:rsid w:val="00D26441"/>
    <w:rsid w:val="00D3089E"/>
    <w:rsid w:val="00D31D7A"/>
    <w:rsid w:val="00D33E60"/>
    <w:rsid w:val="00D460E7"/>
    <w:rsid w:val="00D530B5"/>
    <w:rsid w:val="00D63ABC"/>
    <w:rsid w:val="00D643B7"/>
    <w:rsid w:val="00D65332"/>
    <w:rsid w:val="00D675F1"/>
    <w:rsid w:val="00D73B96"/>
    <w:rsid w:val="00D80807"/>
    <w:rsid w:val="00D86917"/>
    <w:rsid w:val="00D86C96"/>
    <w:rsid w:val="00D90B95"/>
    <w:rsid w:val="00D92F9A"/>
    <w:rsid w:val="00D9427D"/>
    <w:rsid w:val="00D96128"/>
    <w:rsid w:val="00D9637E"/>
    <w:rsid w:val="00DA36EE"/>
    <w:rsid w:val="00DA452E"/>
    <w:rsid w:val="00DA5128"/>
    <w:rsid w:val="00DB308D"/>
    <w:rsid w:val="00DB5F40"/>
    <w:rsid w:val="00DC3056"/>
    <w:rsid w:val="00DC407E"/>
    <w:rsid w:val="00DC7FB1"/>
    <w:rsid w:val="00DD1E47"/>
    <w:rsid w:val="00DD61A9"/>
    <w:rsid w:val="00DD6EF1"/>
    <w:rsid w:val="00DD72FB"/>
    <w:rsid w:val="00DE21F6"/>
    <w:rsid w:val="00DE4958"/>
    <w:rsid w:val="00E002B6"/>
    <w:rsid w:val="00E04361"/>
    <w:rsid w:val="00E064FD"/>
    <w:rsid w:val="00E1053A"/>
    <w:rsid w:val="00E13654"/>
    <w:rsid w:val="00E16418"/>
    <w:rsid w:val="00E201AF"/>
    <w:rsid w:val="00E24D43"/>
    <w:rsid w:val="00E26AF3"/>
    <w:rsid w:val="00E276E0"/>
    <w:rsid w:val="00E314EA"/>
    <w:rsid w:val="00E321E6"/>
    <w:rsid w:val="00E33FDA"/>
    <w:rsid w:val="00E340EB"/>
    <w:rsid w:val="00E37A42"/>
    <w:rsid w:val="00E406D5"/>
    <w:rsid w:val="00E4627C"/>
    <w:rsid w:val="00E548DD"/>
    <w:rsid w:val="00E56701"/>
    <w:rsid w:val="00E60B86"/>
    <w:rsid w:val="00E62754"/>
    <w:rsid w:val="00E64D2D"/>
    <w:rsid w:val="00E729C8"/>
    <w:rsid w:val="00E81383"/>
    <w:rsid w:val="00E82B2A"/>
    <w:rsid w:val="00E82C22"/>
    <w:rsid w:val="00E82D35"/>
    <w:rsid w:val="00E83523"/>
    <w:rsid w:val="00E86B53"/>
    <w:rsid w:val="00E9110B"/>
    <w:rsid w:val="00EA2B6F"/>
    <w:rsid w:val="00EA5DCF"/>
    <w:rsid w:val="00EA70C9"/>
    <w:rsid w:val="00EB3478"/>
    <w:rsid w:val="00EB4B39"/>
    <w:rsid w:val="00EB662F"/>
    <w:rsid w:val="00EB6FE3"/>
    <w:rsid w:val="00EC21F6"/>
    <w:rsid w:val="00ED2359"/>
    <w:rsid w:val="00EE0F65"/>
    <w:rsid w:val="00EE44DA"/>
    <w:rsid w:val="00EE59BD"/>
    <w:rsid w:val="00EF190C"/>
    <w:rsid w:val="00EF45D0"/>
    <w:rsid w:val="00F01358"/>
    <w:rsid w:val="00F12005"/>
    <w:rsid w:val="00F144E0"/>
    <w:rsid w:val="00F21219"/>
    <w:rsid w:val="00F21300"/>
    <w:rsid w:val="00F246A1"/>
    <w:rsid w:val="00F37917"/>
    <w:rsid w:val="00F43D66"/>
    <w:rsid w:val="00F45D99"/>
    <w:rsid w:val="00F50074"/>
    <w:rsid w:val="00F52E83"/>
    <w:rsid w:val="00F5513E"/>
    <w:rsid w:val="00F55E02"/>
    <w:rsid w:val="00F63F3F"/>
    <w:rsid w:val="00F66FA5"/>
    <w:rsid w:val="00F71678"/>
    <w:rsid w:val="00F730E3"/>
    <w:rsid w:val="00F755E9"/>
    <w:rsid w:val="00F812B6"/>
    <w:rsid w:val="00F909CD"/>
    <w:rsid w:val="00F974D1"/>
    <w:rsid w:val="00F97986"/>
    <w:rsid w:val="00FA121E"/>
    <w:rsid w:val="00FA16E0"/>
    <w:rsid w:val="00FB5123"/>
    <w:rsid w:val="00FC4397"/>
    <w:rsid w:val="00FC499D"/>
    <w:rsid w:val="00FC4E33"/>
    <w:rsid w:val="00FC75D0"/>
    <w:rsid w:val="00FD05AD"/>
    <w:rsid w:val="00FD0666"/>
    <w:rsid w:val="00FD7295"/>
    <w:rsid w:val="00FE0B64"/>
    <w:rsid w:val="00FE2187"/>
    <w:rsid w:val="00FE320C"/>
    <w:rsid w:val="00FE70BD"/>
    <w:rsid w:val="09633A3F"/>
    <w:rsid w:val="1B1E9B45"/>
    <w:rsid w:val="4F6692B9"/>
    <w:rsid w:val="6DEEC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F05CDA8C-DE77-48BB-8D6A-8FDB56DA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4E7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c08846-fde5-474e-af84-f34de52b0383">
      <Terms xmlns="http://schemas.microsoft.com/office/infopath/2007/PartnerControls"/>
    </lcf76f155ced4ddcb4097134ff3c332f>
    <TaxCatchAll xmlns="9c46a28d-acc8-4027-86ce-a8901ee3995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1415857AC3B142AE919DA8C9FD671D" ma:contentTypeVersion="21" ma:contentTypeDescription="Create a new document." ma:contentTypeScope="" ma:versionID="e89dc0a95a84efecbbe2357d5ec48519">
  <xsd:schema xmlns:xsd="http://www.w3.org/2001/XMLSchema" xmlns:xs="http://www.w3.org/2001/XMLSchema" xmlns:p="http://schemas.microsoft.com/office/2006/metadata/properties" xmlns:ns2="76267dab-5fbc-40b3-b094-37ede3b14e0f" xmlns:ns3="a5c08846-fde5-474e-af84-f34de52b0383" xmlns:ns4="9c46a28d-acc8-4027-86ce-a8901ee39950" targetNamespace="http://schemas.microsoft.com/office/2006/metadata/properties" ma:root="true" ma:fieldsID="d77cda5bdc8c61908062e69ebb730c1f" ns2:_="" ns3:_="" ns4:_="">
    <xsd:import namespace="76267dab-5fbc-40b3-b094-37ede3b14e0f"/>
    <xsd:import namespace="a5c08846-fde5-474e-af84-f34de52b0383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TaxCatchAll" minOccurs="0"/>
                <xsd:element ref="ns3:lcf76f155ced4ddcb4097134ff3c332f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67dab-5fbc-40b3-b094-37ede3b14e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08846-fde5-474e-af84-f34de52b03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  <ds:schemaRef ds:uri="a5c08846-fde5-474e-af84-f34de52b0383"/>
    <ds:schemaRef ds:uri="9c46a28d-acc8-4027-86ce-a8901ee39950"/>
  </ds:schemaRefs>
</ds:datastoreItem>
</file>

<file path=customXml/itemProps3.xml><?xml version="1.0" encoding="utf-8"?>
<ds:datastoreItem xmlns:ds="http://schemas.openxmlformats.org/officeDocument/2006/customXml" ds:itemID="{2378550F-CA92-4FB9-89DA-8E9BCAC34D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B6C19A-3173-4C4D-A169-959C2F5D3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267dab-5fbc-40b3-b094-37ede3b14e0f"/>
    <ds:schemaRef ds:uri="a5c08846-fde5-474e-af84-f34de52b0383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6</TotalTime>
  <Pages>2</Pages>
  <Words>357</Words>
  <Characters>1393</Characters>
  <Application>Microsoft Office Word</Application>
  <DocSecurity>0</DocSecurity>
  <Lines>11</Lines>
  <Paragraphs>3</Paragraphs>
  <ScaleCrop>false</ScaleCrop>
  <Company>Grant Thornton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Chahweewan Srikhun</cp:lastModifiedBy>
  <cp:revision>15</cp:revision>
  <cp:lastPrinted>2017-11-14T11:56:00Z</cp:lastPrinted>
  <dcterms:created xsi:type="dcterms:W3CDTF">2025-06-30T08:44:00Z</dcterms:created>
  <dcterms:modified xsi:type="dcterms:W3CDTF">2025-08-11T11:21:00Z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0x010100D91415857AC3B142AE919DA8C9FD671D</vt:lpwstr>
  </property>
  <property fmtid="{D5CDD505-2E9C-101B-9397-08002B2CF9AE}" pid="4" name="MediaServiceImageTags">
    <vt:lpwstr/>
  </property>
</Properties>
</file>